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96102A" w:rsidRPr="00E248B3" w:rsidTr="00E248B3">
        <w:trPr>
          <w:trHeight w:val="3250"/>
        </w:trPr>
        <w:tc>
          <w:tcPr>
            <w:tcW w:w="4218" w:type="dxa"/>
          </w:tcPr>
          <w:p w:rsidR="0096102A" w:rsidRPr="00E248B3" w:rsidRDefault="0096102A" w:rsidP="00E248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48B3">
              <w:rPr>
                <w:rFonts w:ascii="Times New Roman" w:hAnsi="Times New Roman"/>
              </w:rPr>
              <w:t>Приложение</w:t>
            </w:r>
          </w:p>
          <w:p w:rsidR="0096102A" w:rsidRPr="00E248B3" w:rsidRDefault="0096102A" w:rsidP="00E248B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48B3">
              <w:rPr>
                <w:rFonts w:ascii="Times New Roman" w:hAnsi="Times New Roman"/>
              </w:rPr>
              <w:t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Приозерского муниципального района, утвержденному постановлением администрации Приозерского муниципального района от 02 февраля 2017 года № 224</w:t>
            </w:r>
          </w:p>
        </w:tc>
      </w:tr>
    </w:tbl>
    <w:p w:rsidR="0096102A" w:rsidRPr="004E0D69" w:rsidRDefault="0096102A">
      <w:pPr>
        <w:rPr>
          <w:rFonts w:ascii="Times New Roman" w:hAnsi="Times New Roman"/>
          <w:sz w:val="24"/>
          <w:szCs w:val="24"/>
        </w:rPr>
      </w:pPr>
    </w:p>
    <w:p w:rsidR="0096102A" w:rsidRDefault="0096102A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96102A" w:rsidRDefault="0096102A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96102A" w:rsidRDefault="0096102A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96102A" w:rsidRPr="004E0D69" w:rsidRDefault="0096102A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казенное учреждение детский оздоровительный лагерь «Лесные зори»</w:t>
      </w:r>
    </w:p>
    <w:p w:rsidR="0096102A" w:rsidRPr="004E0D69" w:rsidRDefault="0096102A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96102A" w:rsidRDefault="0096102A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96102A" w:rsidRDefault="0096102A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96102A" w:rsidRPr="00E248B3" w:rsidTr="00E248B3">
        <w:tc>
          <w:tcPr>
            <w:tcW w:w="540" w:type="dxa"/>
          </w:tcPr>
          <w:p w:rsidR="0096102A" w:rsidRPr="00E248B3" w:rsidRDefault="0096102A" w:rsidP="00E24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8B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47" w:type="dxa"/>
          </w:tcPr>
          <w:p w:rsidR="0096102A" w:rsidRPr="00E248B3" w:rsidRDefault="0096102A" w:rsidP="00E24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8B3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96102A" w:rsidRPr="00E248B3" w:rsidRDefault="0096102A" w:rsidP="00E24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8B3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96102A" w:rsidRPr="00E248B3" w:rsidRDefault="0096102A" w:rsidP="00E24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8B3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96102A" w:rsidRPr="00E248B3" w:rsidTr="00E248B3">
        <w:tc>
          <w:tcPr>
            <w:tcW w:w="540" w:type="dxa"/>
          </w:tcPr>
          <w:p w:rsidR="0096102A" w:rsidRPr="00E248B3" w:rsidRDefault="0096102A" w:rsidP="00E24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8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96102A" w:rsidRPr="00E248B3" w:rsidRDefault="0096102A" w:rsidP="00E248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96102A" w:rsidRPr="00E248B3" w:rsidRDefault="0096102A" w:rsidP="00E24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8B3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96102A" w:rsidRPr="00E248B3" w:rsidRDefault="0096102A" w:rsidP="00E24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02A" w:rsidRPr="004E0D69" w:rsidRDefault="0096102A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96102A" w:rsidRPr="004E0D69" w:rsidSect="00C80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1230CC"/>
    <w:rsid w:val="00183F36"/>
    <w:rsid w:val="00214887"/>
    <w:rsid w:val="00291544"/>
    <w:rsid w:val="002D56AB"/>
    <w:rsid w:val="00335270"/>
    <w:rsid w:val="003C736A"/>
    <w:rsid w:val="00417F9F"/>
    <w:rsid w:val="00455475"/>
    <w:rsid w:val="004E0D69"/>
    <w:rsid w:val="005C4AA3"/>
    <w:rsid w:val="005F73E4"/>
    <w:rsid w:val="00642388"/>
    <w:rsid w:val="00642F8E"/>
    <w:rsid w:val="00692BB6"/>
    <w:rsid w:val="007C6B8E"/>
    <w:rsid w:val="007E06E6"/>
    <w:rsid w:val="00866094"/>
    <w:rsid w:val="0096102A"/>
    <w:rsid w:val="00A97717"/>
    <w:rsid w:val="00AE3B90"/>
    <w:rsid w:val="00AF1EE8"/>
    <w:rsid w:val="00B50552"/>
    <w:rsid w:val="00C8019B"/>
    <w:rsid w:val="00C91200"/>
    <w:rsid w:val="00CC3783"/>
    <w:rsid w:val="00CF6D4A"/>
    <w:rsid w:val="00D45F8F"/>
    <w:rsid w:val="00D855F2"/>
    <w:rsid w:val="00DB4BA6"/>
    <w:rsid w:val="00DC2D88"/>
    <w:rsid w:val="00E248B3"/>
    <w:rsid w:val="00E95E64"/>
    <w:rsid w:val="00F400F6"/>
    <w:rsid w:val="00F42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19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E0D6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129</TotalTime>
  <Pages>1</Pages>
  <Words>110</Words>
  <Characters>631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15</cp:revision>
  <cp:lastPrinted>2023-02-27T12:16:00Z</cp:lastPrinted>
  <dcterms:created xsi:type="dcterms:W3CDTF">2018-01-15T08:52:00Z</dcterms:created>
  <dcterms:modified xsi:type="dcterms:W3CDTF">2024-03-21T12:28:00Z</dcterms:modified>
</cp:coreProperties>
</file>